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6E" w:rsidRPr="00D87D6E" w:rsidRDefault="00D87D6E" w:rsidP="00FE1517">
      <w:pPr>
        <w:pStyle w:val="1"/>
        <w:spacing w:before="120" w:after="60"/>
        <w:rPr>
          <w:color w:val="4472C4" w:themeColor="accent1"/>
        </w:rPr>
      </w:pPr>
      <w:r w:rsidRPr="00D87D6E">
        <w:rPr>
          <w:noProof/>
          <w:color w:val="4472C4" w:themeColor="accent1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1478915</wp:posOffset>
            </wp:positionH>
            <wp:positionV relativeFrom="paragraph">
              <wp:posOffset>-375920</wp:posOffset>
            </wp:positionV>
            <wp:extent cx="742950" cy="703074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82" b="61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030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7D6E">
        <w:rPr>
          <w:color w:val="4472C4" w:themeColor="accent1"/>
        </w:rPr>
        <w:t>МАРШРУТНЫЙ ЛИСТ КОМАНДЫ «ЗВУКОРЕЖИССЁРЫ»</w:t>
      </w:r>
    </w:p>
    <w:tbl>
      <w:tblPr>
        <w:tblStyle w:val="af"/>
        <w:tblW w:w="15304" w:type="dxa"/>
        <w:tblLayout w:type="fixed"/>
        <w:tblLook w:val="04A0" w:firstRow="1" w:lastRow="0" w:firstColumn="1" w:lastColumn="0" w:noHBand="0" w:noVBand="1"/>
      </w:tblPr>
      <w:tblGrid>
        <w:gridCol w:w="1526"/>
        <w:gridCol w:w="2580"/>
        <w:gridCol w:w="4111"/>
        <w:gridCol w:w="5670"/>
        <w:gridCol w:w="1417"/>
      </w:tblGrid>
      <w:tr w:rsidR="00D87D6E" w:rsidTr="00781B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7D6E" w:rsidRPr="00D87D6E" w:rsidRDefault="00D87D6E" w:rsidP="00D87D6E">
            <w:pPr>
              <w:pStyle w:val="a3"/>
              <w:ind w:firstLine="0"/>
              <w:jc w:val="center"/>
              <w:rPr>
                <w:b/>
              </w:rPr>
            </w:pPr>
            <w:r w:rsidRPr="00D87D6E">
              <w:rPr>
                <w:b/>
              </w:rPr>
              <w:t>№ станции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7D6E" w:rsidRPr="00D87D6E" w:rsidRDefault="00D87D6E" w:rsidP="00D87D6E">
            <w:pPr>
              <w:pStyle w:val="a3"/>
              <w:ind w:firstLine="0"/>
              <w:jc w:val="center"/>
              <w:rPr>
                <w:b/>
              </w:rPr>
            </w:pPr>
            <w:r w:rsidRPr="00D87D6E">
              <w:rPr>
                <w:b/>
              </w:rPr>
              <w:t>Название станции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7D6E" w:rsidRPr="00D87D6E" w:rsidRDefault="00D87D6E" w:rsidP="00D87D6E">
            <w:pPr>
              <w:pStyle w:val="a3"/>
              <w:ind w:firstLine="0"/>
              <w:jc w:val="center"/>
              <w:rPr>
                <w:b/>
              </w:rPr>
            </w:pPr>
            <w:r w:rsidRPr="00D87D6E">
              <w:rPr>
                <w:b/>
              </w:rPr>
              <w:t>Задание команды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7D6E" w:rsidRPr="00D87D6E" w:rsidRDefault="00D87D6E" w:rsidP="00D87D6E">
            <w:pPr>
              <w:pStyle w:val="a3"/>
              <w:ind w:firstLine="0"/>
              <w:jc w:val="center"/>
              <w:rPr>
                <w:b/>
              </w:rPr>
            </w:pPr>
            <w:r w:rsidRPr="00D87D6E">
              <w:rPr>
                <w:b/>
              </w:rPr>
              <w:t>Ответ / работа команды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7D6E" w:rsidRPr="00D87D6E" w:rsidRDefault="00D87D6E" w:rsidP="00D87D6E">
            <w:pPr>
              <w:pStyle w:val="a3"/>
              <w:ind w:firstLine="0"/>
              <w:jc w:val="center"/>
              <w:rPr>
                <w:b/>
              </w:rPr>
            </w:pPr>
            <w:r w:rsidRPr="00D87D6E">
              <w:rPr>
                <w:b/>
              </w:rPr>
              <w:t>Отметка учителя</w:t>
            </w:r>
          </w:p>
        </w:tc>
      </w:tr>
      <w:tr w:rsidR="00D87D6E" w:rsidTr="00781BED">
        <w:trPr>
          <w:trHeight w:val="230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D6E" w:rsidRPr="00FE1517" w:rsidRDefault="00D87D6E" w:rsidP="00FE1517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FE1517">
              <w:rPr>
                <w:b/>
                <w:color w:val="FF0000"/>
                <w:sz w:val="44"/>
                <w:szCs w:val="44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781BED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t>«Искра эфира»</w:t>
            </w:r>
          </w:p>
          <w:p w:rsidR="00D87D6E" w:rsidRDefault="00D87D6E" w:rsidP="00FE1517">
            <w:pPr>
              <w:pStyle w:val="a3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A8147D7" wp14:editId="0CADE6D7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291465</wp:posOffset>
                  </wp:positionV>
                  <wp:extent cx="762000" cy="76200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(1925 г.)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ED" w:rsidRDefault="00D87D6E" w:rsidP="00D87D6E">
            <w:pPr>
              <w:pStyle w:val="a3"/>
              <w:jc w:val="left"/>
            </w:pPr>
            <w:r>
              <w:t xml:space="preserve">Создайте фон эфира </w:t>
            </w:r>
            <w:r w:rsidR="00781BED">
              <w:br/>
            </w:r>
            <w:r>
              <w:t xml:space="preserve">(5–7 секунд): щелчок включения, лёгкий шум, короткий тон. </w:t>
            </w:r>
          </w:p>
          <w:p w:rsidR="00D87D6E" w:rsidRDefault="00D87D6E" w:rsidP="00781BED">
            <w:pPr>
              <w:pStyle w:val="a3"/>
              <w:jc w:val="left"/>
            </w:pPr>
            <w:r>
              <w:t>Отработайте громкость и</w:t>
            </w:r>
            <w:r w:rsidR="00781BED">
              <w:t> </w:t>
            </w:r>
            <w:r>
              <w:t>плавность.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D87D6E">
            <w:pPr>
              <w:pStyle w:val="a3"/>
              <w:ind w:firstLine="0"/>
              <w:jc w:val="left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E" w:rsidRDefault="00D87D6E" w:rsidP="00D87D6E">
            <w:pPr>
              <w:pStyle w:val="a3"/>
              <w:jc w:val="left"/>
            </w:pPr>
          </w:p>
        </w:tc>
      </w:tr>
      <w:tr w:rsidR="00D87D6E" w:rsidTr="00781BED">
        <w:trPr>
          <w:trHeight w:val="168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D6E" w:rsidRPr="00FE1517" w:rsidRDefault="00D87D6E" w:rsidP="00FE1517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FE1517">
              <w:rPr>
                <w:b/>
                <w:color w:val="FF0000"/>
                <w:sz w:val="44"/>
                <w:szCs w:val="44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781BED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rPr>
                <w:noProof/>
                <w:szCs w:val="22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AFBF019" wp14:editId="6E36C5C6">
                  <wp:simplePos x="0" y="0"/>
                  <wp:positionH relativeFrom="column">
                    <wp:posOffset>320675</wp:posOffset>
                  </wp:positionH>
                  <wp:positionV relativeFrom="paragraph">
                    <wp:posOffset>354965</wp:posOffset>
                  </wp:positionV>
                  <wp:extent cx="733425" cy="73342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«Голоса Победы» (1941–1945 гг.)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4039EC">
            <w:pPr>
              <w:pStyle w:val="a3"/>
              <w:jc w:val="left"/>
            </w:pPr>
            <w:r>
              <w:t>Составьте фоновую дорожку для радиосообщения:</w:t>
            </w:r>
            <w:r w:rsidR="004039EC">
              <w:t xml:space="preserve"> </w:t>
            </w:r>
            <w:bookmarkStart w:id="0" w:name="_GoBack"/>
            <w:bookmarkEnd w:id="0"/>
            <w:r>
              <w:t>треск эфира, марш, фанфары. Укажите последовательность.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E" w:rsidRDefault="00D87D6E" w:rsidP="00D87D6E">
            <w:pPr>
              <w:pStyle w:val="a3"/>
              <w:ind w:firstLine="0"/>
              <w:jc w:val="left"/>
              <w:rPr>
                <w:sz w:val="24"/>
                <w:szCs w:val="22"/>
              </w:rPr>
            </w:pPr>
            <w:r>
              <w:t>Выберите 2–3 эффекта и укажите порядок: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  <w:r>
              <w:t>(                                                     )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  <w:r>
              <w:t>(                                                     )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  <w:r>
              <w:t>(                                                     )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E" w:rsidRDefault="00D87D6E" w:rsidP="00D87D6E">
            <w:pPr>
              <w:pStyle w:val="a3"/>
              <w:jc w:val="left"/>
            </w:pPr>
          </w:p>
        </w:tc>
      </w:tr>
      <w:tr w:rsidR="00D87D6E" w:rsidTr="00781B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D6E" w:rsidRPr="00FE1517" w:rsidRDefault="00D87D6E" w:rsidP="00FE1517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FE1517">
              <w:rPr>
                <w:b/>
                <w:color w:val="FF0000"/>
                <w:sz w:val="44"/>
                <w:szCs w:val="4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781BED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t>«Когда радио</w:t>
            </w:r>
          </w:p>
          <w:p w:rsidR="00D87D6E" w:rsidRDefault="00D87D6E" w:rsidP="00FE1517">
            <w:pPr>
              <w:pStyle w:val="a3"/>
              <w:ind w:firstLine="0"/>
              <w:jc w:val="center"/>
            </w:pPr>
            <w:r>
              <w:t>стало видеть»</w:t>
            </w:r>
          </w:p>
          <w:p w:rsidR="00D87D6E" w:rsidRDefault="00793FC7" w:rsidP="00FE1517">
            <w:pPr>
              <w:pStyle w:val="a3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33F03F2" wp14:editId="23871D61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145415</wp:posOffset>
                  </wp:positionV>
                  <wp:extent cx="603885" cy="603885"/>
                  <wp:effectExtent l="0" t="0" r="5715" b="571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603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7D6E">
              <w:t>(1950–1980-е гг.)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781BED">
            <w:pPr>
              <w:pStyle w:val="a3"/>
              <w:jc w:val="left"/>
            </w:pPr>
            <w:proofErr w:type="gramStart"/>
            <w:r>
              <w:t>Подготовьте короткую звуковую сцену (6–8 секунд) из</w:t>
            </w:r>
            <w:r w:rsidR="00781BED">
              <w:t> </w:t>
            </w:r>
            <w:r>
              <w:t>эффектов: дождь, шаги, ветер, звонок, аплодисменты.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D87D6E">
            <w:pPr>
              <w:pStyle w:val="a3"/>
              <w:ind w:firstLine="0"/>
              <w:jc w:val="left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E" w:rsidRDefault="00D87D6E" w:rsidP="00D87D6E">
            <w:pPr>
              <w:pStyle w:val="a3"/>
              <w:jc w:val="left"/>
            </w:pPr>
          </w:p>
        </w:tc>
      </w:tr>
      <w:tr w:rsidR="00D87D6E" w:rsidTr="00781BED">
        <w:trPr>
          <w:trHeight w:val="24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D6E" w:rsidRPr="00FE1517" w:rsidRDefault="00D87D6E" w:rsidP="00FE1517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FE1517">
              <w:rPr>
                <w:b/>
                <w:color w:val="FF0000"/>
                <w:sz w:val="44"/>
                <w:szCs w:val="44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781BED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rPr>
                <w:noProof/>
                <w:szCs w:val="22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A5B0F49" wp14:editId="52663497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678180</wp:posOffset>
                  </wp:positionV>
                  <wp:extent cx="765175" cy="76517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765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«Современные радиостанции и</w:t>
            </w:r>
            <w:r w:rsidR="00FE1517">
              <w:t> </w:t>
            </w:r>
            <w:r>
              <w:t>цифровая волна»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6E" w:rsidRDefault="00D87D6E" w:rsidP="00D87D6E">
            <w:pPr>
              <w:pStyle w:val="a3"/>
              <w:jc w:val="left"/>
            </w:pPr>
            <w:r>
              <w:t>Прид</w:t>
            </w:r>
            <w:r w:rsidR="00781BED">
              <w:t xml:space="preserve">умайте </w:t>
            </w:r>
            <w:proofErr w:type="spellStart"/>
            <w:r w:rsidR="00781BED">
              <w:t>джингл</w:t>
            </w:r>
            <w:proofErr w:type="spellEnd"/>
            <w:r w:rsidR="00781BED">
              <w:t xml:space="preserve"> из трёх звуков (5-</w:t>
            </w:r>
            <w:r>
              <w:t xml:space="preserve">6 секунд). </w:t>
            </w:r>
          </w:p>
          <w:p w:rsidR="00D87D6E" w:rsidRDefault="00D87D6E" w:rsidP="00781BED">
            <w:pPr>
              <w:pStyle w:val="a3"/>
              <w:jc w:val="left"/>
            </w:pPr>
            <w:r>
              <w:t>Укажите последовательность и</w:t>
            </w:r>
            <w:r w:rsidR="00781BED">
              <w:t> </w:t>
            </w:r>
            <w:r>
              <w:t>длительность каждого.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E" w:rsidRDefault="00D87D6E" w:rsidP="00D87D6E">
            <w:pPr>
              <w:pStyle w:val="a3"/>
              <w:ind w:firstLine="0"/>
              <w:jc w:val="left"/>
              <w:rPr>
                <w:sz w:val="24"/>
                <w:szCs w:val="22"/>
              </w:rPr>
            </w:pPr>
            <w:r>
              <w:t>Последовательность: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  <w:r>
              <w:t xml:space="preserve">1) ____________________________   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  <w:r>
              <w:t xml:space="preserve">2) ____________________________  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  <w:r>
              <w:t>3) ____________________________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  <w:r>
              <w:t>Повторить 2–3 раза для узнаваемости. Отметьте длительность: ~____ сек</w:t>
            </w:r>
          </w:p>
          <w:p w:rsidR="00D87D6E" w:rsidRDefault="00D87D6E" w:rsidP="00D87D6E">
            <w:pPr>
              <w:pStyle w:val="a3"/>
              <w:ind w:firstLine="0"/>
              <w:jc w:val="lef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E" w:rsidRDefault="00D87D6E" w:rsidP="00D87D6E">
            <w:pPr>
              <w:pStyle w:val="a3"/>
              <w:jc w:val="left"/>
            </w:pPr>
          </w:p>
        </w:tc>
      </w:tr>
    </w:tbl>
    <w:p w:rsidR="00DB34D2" w:rsidRPr="00B02534" w:rsidRDefault="00DB34D2" w:rsidP="00793FC7">
      <w:pPr>
        <w:pStyle w:val="1"/>
        <w:jc w:val="left"/>
      </w:pPr>
    </w:p>
    <w:sectPr w:rsidR="00DB34D2" w:rsidRPr="00B02534" w:rsidSect="00D87D6E">
      <w:headerReference w:type="default" r:id="rId12"/>
      <w:footerReference w:type="default" r:id="rId13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535" w:rsidRDefault="00895535" w:rsidP="00AA1ABA">
      <w:pPr>
        <w:spacing w:after="0" w:line="240" w:lineRule="auto"/>
      </w:pPr>
      <w:r>
        <w:separator/>
      </w:r>
    </w:p>
  </w:endnote>
  <w:endnote w:type="continuationSeparator" w:id="0">
    <w:p w:rsidR="00895535" w:rsidRDefault="00895535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4039EC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1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535" w:rsidRDefault="00895535" w:rsidP="00AA1ABA">
      <w:pPr>
        <w:spacing w:after="0" w:line="240" w:lineRule="auto"/>
      </w:pPr>
      <w:r>
        <w:separator/>
      </w:r>
    </w:p>
  </w:footnote>
  <w:footnote w:type="continuationSeparator" w:id="0">
    <w:p w:rsidR="00895535" w:rsidRDefault="00895535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D87D6E" w:rsidP="00FE1517">
    <w:pPr>
      <w:pStyle w:val="ab"/>
      <w:spacing w:after="60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>Е. Н</w:t>
    </w:r>
    <w:r w:rsidR="00FE1517">
      <w:rPr>
        <w:rFonts w:ascii="Times New Roman" w:hAnsi="Times New Roman" w:cs="Times New Roman"/>
        <w:color w:val="404040" w:themeColor="text1" w:themeTint="BF"/>
        <w:sz w:val="24"/>
        <w:szCs w:val="24"/>
      </w:rPr>
      <w:t>.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Могилевец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10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6E"/>
    <w:rsid w:val="0003005E"/>
    <w:rsid w:val="000A2619"/>
    <w:rsid w:val="00101B76"/>
    <w:rsid w:val="001D7A3B"/>
    <w:rsid w:val="00240C65"/>
    <w:rsid w:val="00295FE3"/>
    <w:rsid w:val="002D1E2D"/>
    <w:rsid w:val="003A3332"/>
    <w:rsid w:val="004039EC"/>
    <w:rsid w:val="004334D6"/>
    <w:rsid w:val="004C3F9F"/>
    <w:rsid w:val="004D70F6"/>
    <w:rsid w:val="0055343A"/>
    <w:rsid w:val="00572542"/>
    <w:rsid w:val="00673AA5"/>
    <w:rsid w:val="006F1504"/>
    <w:rsid w:val="00732082"/>
    <w:rsid w:val="00781BED"/>
    <w:rsid w:val="00793FC7"/>
    <w:rsid w:val="007B2EB3"/>
    <w:rsid w:val="007F6D02"/>
    <w:rsid w:val="0085564F"/>
    <w:rsid w:val="008903B3"/>
    <w:rsid w:val="00895535"/>
    <w:rsid w:val="008D1620"/>
    <w:rsid w:val="00904715"/>
    <w:rsid w:val="00AA1ABA"/>
    <w:rsid w:val="00B02534"/>
    <w:rsid w:val="00B4276C"/>
    <w:rsid w:val="00C20DE6"/>
    <w:rsid w:val="00C25908"/>
    <w:rsid w:val="00D87D6E"/>
    <w:rsid w:val="00DB34D2"/>
    <w:rsid w:val="00DD023A"/>
    <w:rsid w:val="00DE57A4"/>
    <w:rsid w:val="00EA3EEE"/>
    <w:rsid w:val="00F1267E"/>
    <w:rsid w:val="00FE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6E"/>
    <w:pPr>
      <w:spacing w:after="200" w:line="276" w:lineRule="auto"/>
    </w:pPr>
    <w:rPr>
      <w:rFonts w:ascii="Cambria" w:eastAsiaTheme="minorEastAsia" w:hAnsi="Cambri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eastAsiaTheme="minorHAnsi" w:hAnsi="Times New Roman"/>
      <w:sz w:val="28"/>
      <w:szCs w:val="28"/>
      <w:lang w:val="ru-RU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eastAsiaTheme="minorHAnsi" w:hAnsi="Pragmatica" w:cs="Pragmatica"/>
      <w:color w:val="000000"/>
      <w:sz w:val="28"/>
      <w:szCs w:val="28"/>
      <w:lang w:val="ru-RU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val="ru-RU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ru-RU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6E"/>
    <w:pPr>
      <w:spacing w:after="200" w:line="276" w:lineRule="auto"/>
    </w:pPr>
    <w:rPr>
      <w:rFonts w:ascii="Cambria" w:eastAsiaTheme="minorEastAsia" w:hAnsi="Cambri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eastAsiaTheme="minorHAnsi" w:hAnsi="Times New Roman"/>
      <w:sz w:val="28"/>
      <w:szCs w:val="28"/>
      <w:lang w:val="ru-RU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eastAsiaTheme="minorHAnsi" w:hAnsi="Pragmatica" w:cs="Pragmatica"/>
      <w:color w:val="000000"/>
      <w:sz w:val="28"/>
      <w:szCs w:val="28"/>
      <w:lang w:val="ru-RU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val="ru-RU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ru-RU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6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10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2</cp:revision>
  <dcterms:created xsi:type="dcterms:W3CDTF">2025-10-29T05:47:00Z</dcterms:created>
  <dcterms:modified xsi:type="dcterms:W3CDTF">2025-10-29T10:49:00Z</dcterms:modified>
</cp:coreProperties>
</file>